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Override PartName="/word/glossary/fontTable.xml" ContentType="application/vnd.openxmlformats-officedocument.wordprocessingml.fontTable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0F37" w:rsidRDefault="00FA0F37">
      <w:pPr>
        <w:pStyle w:val="Heading1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672"/>
        <w:gridCol w:w="3672"/>
        <w:gridCol w:w="3672"/>
      </w:tblGrid>
      <w:tr w:rsidR="000B6C8A" w:rsidRPr="000B6C8A" w:rsidTr="000B6C8A">
        <w:tc>
          <w:tcPr>
            <w:tcW w:w="3672" w:type="dxa"/>
          </w:tcPr>
          <w:p w:rsidR="000B6C8A" w:rsidRPr="000B6C8A" w:rsidRDefault="000B6C8A" w:rsidP="000B6C8A">
            <w:pPr>
              <w:rPr>
                <w:b/>
                <w:sz w:val="24"/>
                <w:szCs w:val="24"/>
              </w:rPr>
            </w:pPr>
            <w:r w:rsidRPr="000B6C8A">
              <w:rPr>
                <w:b/>
                <w:sz w:val="24"/>
                <w:szCs w:val="24"/>
              </w:rPr>
              <w:t xml:space="preserve">Nama: </w:t>
            </w:r>
            <w:r w:rsidR="00832305">
              <w:rPr>
                <w:b/>
                <w:sz w:val="24"/>
                <w:szCs w:val="24"/>
              </w:rPr>
              <w:t>____________________</w:t>
            </w:r>
          </w:p>
        </w:tc>
        <w:tc>
          <w:tcPr>
            <w:tcW w:w="3672" w:type="dxa"/>
          </w:tcPr>
          <w:p w:rsidR="000B6C8A" w:rsidRPr="000B6C8A" w:rsidRDefault="000B6C8A" w:rsidP="000B6C8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Kelas:</w:t>
            </w:r>
            <w:r w:rsidR="00832305">
              <w:rPr>
                <w:b/>
                <w:sz w:val="24"/>
                <w:szCs w:val="24"/>
              </w:rPr>
              <w:t xml:space="preserve"> _____________________</w:t>
            </w:r>
          </w:p>
        </w:tc>
        <w:tc>
          <w:tcPr>
            <w:tcW w:w="3672" w:type="dxa"/>
          </w:tcPr>
          <w:p w:rsidR="000B6C8A" w:rsidRPr="000B6C8A" w:rsidRDefault="000B6C8A" w:rsidP="000B6C8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Tarikh:</w:t>
            </w:r>
            <w:r w:rsidR="00832305">
              <w:rPr>
                <w:b/>
                <w:sz w:val="24"/>
                <w:szCs w:val="24"/>
              </w:rPr>
              <w:t xml:space="preserve"> ____________________</w:t>
            </w:r>
          </w:p>
        </w:tc>
      </w:tr>
    </w:tbl>
    <w:p w:rsidR="000B6C8A" w:rsidRPr="000B6C8A" w:rsidRDefault="001979AB" w:rsidP="000B6C8A">
      <w:r>
        <w:rPr>
          <w:noProof/>
          <w:lang w:val="en-SG" w:eastAsia="en-SG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1" type="#_x0000_t202" style="position:absolute;margin-left:113.2pt;margin-top:7.15pt;width:284.55pt;height:36pt;z-index:251667456;mso-position-horizontal-relative:text;mso-position-vertical-relative:text" stroked="f">
            <v:textbox style="mso-next-textbox:#_x0000_s1041">
              <w:txbxContent>
                <w:p w:rsidR="001979AB" w:rsidRPr="001979AB" w:rsidRDefault="001979AB" w:rsidP="001979AB">
                  <w:pPr>
                    <w:jc w:val="center"/>
                    <w:rPr>
                      <w:rFonts w:ascii="Arial" w:hAnsi="Arial" w:cs="Arial"/>
                      <w:b/>
                      <w:sz w:val="32"/>
                      <w:szCs w:val="32"/>
                    </w:rPr>
                  </w:pPr>
                  <w:r w:rsidRPr="001979AB">
                    <w:rPr>
                      <w:rFonts w:ascii="Arial" w:hAnsi="Arial" w:cs="Arial"/>
                      <w:b/>
                      <w:sz w:val="32"/>
                      <w:szCs w:val="32"/>
                    </w:rPr>
                    <w:t>CERPEN ‘MENATAP WAJAHNYA’</w:t>
                  </w:r>
                </w:p>
              </w:txbxContent>
            </v:textbox>
          </v:shape>
        </w:pict>
      </w:r>
    </w:p>
    <w:p w:rsidR="00FA0F37" w:rsidRDefault="00FA0F37">
      <w:pPr>
        <w:rPr>
          <w:b/>
          <w:bCs/>
          <w:sz w:val="28"/>
          <w:szCs w:val="28"/>
        </w:rPr>
      </w:pPr>
    </w:p>
    <w:p w:rsidR="00FA0F37" w:rsidRDefault="00FA0F37">
      <w:pPr>
        <w:rPr>
          <w:b/>
          <w:bCs/>
          <w:sz w:val="28"/>
          <w:szCs w:val="28"/>
        </w:rPr>
      </w:pPr>
      <w:r w:rsidRPr="00FA0F37">
        <w:rPr>
          <w:noProof/>
        </w:rPr>
        <w:pict>
          <v:shape id="_x0000_s1027" type="#_x0000_t202" style="position:absolute;margin-left:57.6pt;margin-top:486.2pt;width:165.6pt;height:50.4pt;z-index:251661312" o:allowincell="f" filled="f" stroked="f">
            <v:textbox>
              <w:txbxContent>
                <w:sdt>
                  <w:sdtPr>
                    <w:rPr>
                      <w:b/>
                    </w:rPr>
                    <w:id w:val="146712922"/>
                    <w:placeholder>
                      <w:docPart w:val="FCE08CEFAB1942A69614E18BCA9561A3"/>
                    </w:placeholder>
                    <w:comboBox>
                      <w:listItem w:value="Choose an item."/>
                    </w:comboBox>
                  </w:sdtPr>
                  <w:sdtContent>
                    <w:p w:rsidR="00FA0F37" w:rsidRPr="00756435" w:rsidRDefault="000B6C8A">
                      <w:pPr>
                        <w:rPr>
                          <w:b/>
                        </w:rPr>
                      </w:pPr>
                      <w:r w:rsidRPr="00756435">
                        <w:rPr>
                          <w:b/>
                        </w:rPr>
                        <w:t>Bukti 1</w:t>
                      </w:r>
                    </w:p>
                  </w:sdtContent>
                </w:sdt>
              </w:txbxContent>
            </v:textbox>
          </v:shape>
        </w:pict>
      </w:r>
      <w:r w:rsidRPr="00FA0F37">
        <w:rPr>
          <w:noProof/>
        </w:rPr>
        <w:pict>
          <v:shape id="_x0000_s1028" type="#_x0000_t202" style="position:absolute;margin-left:309.6pt;margin-top:414.2pt;width:165.6pt;height:50.4pt;z-index:251660288" o:allowincell="f" filled="f" stroked="f">
            <v:textbox>
              <w:txbxContent>
                <w:p w:rsidR="00FA0F37" w:rsidRPr="000B6C8A" w:rsidRDefault="000B6C8A">
                  <w:pPr>
                    <w:rPr>
                      <w:b/>
                    </w:rPr>
                  </w:pPr>
                  <w:r w:rsidRPr="000B6C8A">
                    <w:rPr>
                      <w:b/>
                    </w:rPr>
                    <w:t>Perwatakan 4</w:t>
                  </w:r>
                </w:p>
              </w:txbxContent>
            </v:textbox>
          </v:shape>
        </w:pict>
      </w:r>
      <w:r w:rsidRPr="00FA0F37">
        <w:rPr>
          <w:noProof/>
        </w:rPr>
        <w:pict>
          <v:shape id="_x0000_s1029" type="#_x0000_t202" style="position:absolute;margin-left:57.6pt;margin-top:414.2pt;width:165.6pt;height:50.4pt;z-index:251659264" o:allowincell="f" filled="f" stroked="f">
            <v:textbox>
              <w:txbxContent>
                <w:sdt>
                  <w:sdtPr>
                    <w:rPr>
                      <w:b/>
                    </w:rPr>
                    <w:id w:val="146712919"/>
                    <w:placeholder>
                      <w:docPart w:val="FCE08CEFAB1942A69614E18BCA9561A3"/>
                    </w:placeholder>
                    <w:comboBox>
                      <w:listItem w:value="Choose an item."/>
                    </w:comboBox>
                  </w:sdtPr>
                  <w:sdtContent>
                    <w:p w:rsidR="00FA0F37" w:rsidRPr="000B6C8A" w:rsidRDefault="000B6C8A">
                      <w:pPr>
                        <w:rPr>
                          <w:b/>
                        </w:rPr>
                      </w:pPr>
                      <w:r w:rsidRPr="000B6C8A">
                        <w:rPr>
                          <w:b/>
                        </w:rPr>
                        <w:t>Perwatakan 3</w:t>
                      </w:r>
                    </w:p>
                  </w:sdtContent>
                </w:sdt>
              </w:txbxContent>
            </v:textbox>
          </v:shape>
        </w:pict>
      </w:r>
      <w:r w:rsidRPr="00FA0F37">
        <w:rPr>
          <w:noProof/>
        </w:rPr>
        <w:pict>
          <v:shape id="_x0000_s1030" type="#_x0000_t202" style="position:absolute;margin-left:309.6pt;margin-top:486.2pt;width:165.6pt;height:50.4pt;z-index:251662336" o:allowincell="f" filled="f" stroked="f">
            <v:textbox>
              <w:txbxContent>
                <w:sdt>
                  <w:sdtPr>
                    <w:rPr>
                      <w:b/>
                    </w:rPr>
                    <w:id w:val="146712921"/>
                    <w:placeholder>
                      <w:docPart w:val="FCE08CEFAB1942A69614E18BCA9561A3"/>
                    </w:placeholder>
                    <w:comboBox>
                      <w:listItem w:value="Choose an item."/>
                    </w:comboBox>
                  </w:sdtPr>
                  <w:sdtContent>
                    <w:p w:rsidR="00FA0F37" w:rsidRPr="000B6C8A" w:rsidRDefault="000B6C8A">
                      <w:pPr>
                        <w:rPr>
                          <w:b/>
                        </w:rPr>
                      </w:pPr>
                      <w:r w:rsidRPr="000B6C8A">
                        <w:rPr>
                          <w:b/>
                        </w:rPr>
                        <w:t>Bukti 1</w:t>
                      </w:r>
                    </w:p>
                  </w:sdtContent>
                </w:sdt>
              </w:txbxContent>
            </v:textbox>
          </v:shape>
        </w:pict>
      </w:r>
      <w:r w:rsidRPr="00FA0F37">
        <w:rPr>
          <w:noProof/>
        </w:rPr>
        <w:pict>
          <v:shape id="_x0000_s1031" type="#_x0000_t202" style="position:absolute;margin-left:57.6pt;margin-top:83pt;width:165.6pt;height:50.4pt;z-index:251657216" o:allowincell="f" filled="f" stroked="f">
            <v:textbox>
              <w:txbxContent>
                <w:sdt>
                  <w:sdtPr>
                    <w:rPr>
                      <w:b/>
                    </w:rPr>
                    <w:id w:val="146712916"/>
                    <w:placeholder>
                      <w:docPart w:val="FCE08CEFAB1942A69614E18BCA9561A3"/>
                    </w:placeholder>
                    <w:comboBox>
                      <w:listItem w:value="Choose an item."/>
                    </w:comboBox>
                  </w:sdtPr>
                  <w:sdtContent>
                    <w:p w:rsidR="00FA0F37" w:rsidRPr="000B6C8A" w:rsidRDefault="000B6C8A">
                      <w:pPr>
                        <w:rPr>
                          <w:b/>
                        </w:rPr>
                      </w:pPr>
                      <w:r w:rsidRPr="000B6C8A">
                        <w:rPr>
                          <w:b/>
                        </w:rPr>
                        <w:t>Bukti 1</w:t>
                      </w:r>
                    </w:p>
                  </w:sdtContent>
                </w:sdt>
              </w:txbxContent>
            </v:textbox>
          </v:shape>
        </w:pict>
      </w:r>
      <w:r w:rsidRPr="00FA0F37">
        <w:rPr>
          <w:noProof/>
        </w:rPr>
        <w:pict>
          <v:shape id="_x0000_s1032" type="#_x0000_t202" style="position:absolute;margin-left:309.6pt;margin-top:83pt;width:165.6pt;height:50.4pt;z-index:251658240" o:allowincell="f" filled="f" stroked="f">
            <v:textbox style="mso-next-textbox:#_x0000_s1032">
              <w:txbxContent>
                <w:sdt>
                  <w:sdtPr>
                    <w:rPr>
                      <w:b/>
                    </w:rPr>
                    <w:id w:val="146712917"/>
                    <w:placeholder>
                      <w:docPart w:val="FCE08CEFAB1942A69614E18BCA9561A3"/>
                    </w:placeholder>
                    <w:comboBox>
                      <w:listItem w:value="Choose an item."/>
                    </w:comboBox>
                  </w:sdtPr>
                  <w:sdtContent>
                    <w:p w:rsidR="00FA0F37" w:rsidRPr="000B6C8A" w:rsidRDefault="000B6C8A">
                      <w:pPr>
                        <w:rPr>
                          <w:b/>
                        </w:rPr>
                      </w:pPr>
                      <w:r w:rsidRPr="000B6C8A">
                        <w:rPr>
                          <w:b/>
                        </w:rPr>
                        <w:t>Bukti 1</w:t>
                      </w:r>
                    </w:p>
                  </w:sdtContent>
                </w:sdt>
              </w:txbxContent>
            </v:textbox>
          </v:shape>
        </w:pict>
      </w:r>
      <w:r w:rsidRPr="00FA0F37">
        <w:rPr>
          <w:noProof/>
        </w:rPr>
        <w:pict>
          <v:shape id="_x0000_s1033" type="#_x0000_t202" style="position:absolute;margin-left:309.6pt;margin-top:11pt;width:165.6pt;height:50.4pt;z-index:251656192" o:allowincell="f" filled="f" stroked="f">
            <v:textbox style="mso-next-textbox:#_x0000_s1033">
              <w:txbxContent>
                <w:sdt>
                  <w:sdtPr>
                    <w:rPr>
                      <w:b/>
                    </w:rPr>
                    <w:id w:val="146712914"/>
                    <w:placeholder>
                      <w:docPart w:val="FCE08CEFAB1942A69614E18BCA9561A3"/>
                    </w:placeholder>
                    <w:comboBox>
                      <w:listItem w:value="Choose an item."/>
                    </w:comboBox>
                  </w:sdtPr>
                  <w:sdtContent>
                    <w:p w:rsidR="00FA0F37" w:rsidRPr="000B6C8A" w:rsidRDefault="000B6C8A">
                      <w:pPr>
                        <w:rPr>
                          <w:b/>
                        </w:rPr>
                      </w:pPr>
                      <w:r w:rsidRPr="000B6C8A">
                        <w:rPr>
                          <w:b/>
                        </w:rPr>
                        <w:t>Perwatakan 2</w:t>
                      </w:r>
                    </w:p>
                  </w:sdtContent>
                </w:sdt>
              </w:txbxContent>
            </v:textbox>
          </v:shape>
        </w:pict>
      </w:r>
      <w:r w:rsidRPr="00FA0F37">
        <w:rPr>
          <w:noProof/>
        </w:rPr>
        <w:pict>
          <v:shape id="_x0000_s1034" type="#_x0000_t202" style="position:absolute;margin-left:57.6pt;margin-top:11pt;width:165.6pt;height:50.4pt;z-index:251655168" o:allowincell="f" filled="f" stroked="f">
            <v:textbox style="mso-next-textbox:#_x0000_s1034">
              <w:txbxContent>
                <w:sdt>
                  <w:sdtPr>
                    <w:rPr>
                      <w:b/>
                    </w:rPr>
                    <w:id w:val="146712915"/>
                    <w:placeholder>
                      <w:docPart w:val="FCE08CEFAB1942A69614E18BCA9561A3"/>
                    </w:placeholder>
                    <w:comboBox>
                      <w:listItem w:value="Choose an item."/>
                    </w:comboBox>
                  </w:sdtPr>
                  <w:sdtContent>
                    <w:p w:rsidR="00FA0F37" w:rsidRPr="000B6C8A" w:rsidRDefault="000B6C8A">
                      <w:pPr>
                        <w:rPr>
                          <w:b/>
                        </w:rPr>
                      </w:pPr>
                      <w:r w:rsidRPr="000B6C8A">
                        <w:rPr>
                          <w:b/>
                        </w:rPr>
                        <w:t>Perwatakan 1</w:t>
                      </w:r>
                    </w:p>
                  </w:sdtContent>
                </w:sdt>
              </w:txbxContent>
            </v:textbox>
          </v:shape>
        </w:pict>
      </w:r>
      <w:r w:rsidRPr="00FA0F37">
        <w:rPr>
          <w:noProof/>
        </w:rPr>
        <w:pict>
          <v:shape id="_x0000_s1035" type="#_x0000_t202" style="position:absolute;margin-left:3in;margin-top:234.2pt;width:100.8pt;height:21.6pt;z-index:251654144" o:allowincell="f" filled="f" stroked="f">
            <v:textbox style="mso-next-textbox:#_x0000_s1035">
              <w:txbxContent>
                <w:sdt>
                  <w:sdtPr>
                    <w:rPr>
                      <w:b/>
                      <w:bCs/>
                      <w:sz w:val="24"/>
                      <w:szCs w:val="24"/>
                    </w:rPr>
                    <w:id w:val="146712918"/>
                    <w:placeholder>
                      <w:docPart w:val="FCE08CEFAB1942A69614E18BCA9561A3"/>
                    </w:placeholder>
                    <w:comboBox>
                      <w:listItem w:value="Choose an item."/>
                    </w:comboBox>
                  </w:sdtPr>
                  <w:sdtContent>
                    <w:p w:rsidR="00FA0F37" w:rsidRDefault="000B6C8A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</w:rPr>
                        <w:t>WATAK</w:t>
                      </w:r>
                    </w:p>
                  </w:sdtContent>
                </w:sdt>
              </w:txbxContent>
            </v:textbox>
          </v:shape>
        </w:pict>
      </w:r>
    </w:p>
    <w:p w:rsidR="00FA0F37" w:rsidRDefault="00FA0F37">
      <w:pPr>
        <w:rPr>
          <w:b/>
          <w:bCs/>
          <w:sz w:val="28"/>
          <w:szCs w:val="28"/>
        </w:rPr>
      </w:pPr>
    </w:p>
    <w:p w:rsidR="00FA0F37" w:rsidRDefault="00FA0F37">
      <w:pPr>
        <w:rPr>
          <w:b/>
          <w:bCs/>
          <w:sz w:val="28"/>
          <w:szCs w:val="28"/>
        </w:rPr>
      </w:pPr>
    </w:p>
    <w:p w:rsidR="00FA0F37" w:rsidRDefault="00FA0F37">
      <w:pPr>
        <w:rPr>
          <w:b/>
          <w:bCs/>
          <w:sz w:val="28"/>
          <w:szCs w:val="28"/>
        </w:rPr>
      </w:pPr>
    </w:p>
    <w:p w:rsidR="00FA0F37" w:rsidRDefault="000B6C8A">
      <w:pPr>
        <w:jc w:val="center"/>
        <w:rPr>
          <w:b/>
          <w:bCs/>
          <w:sz w:val="28"/>
          <w:szCs w:val="28"/>
        </w:rPr>
      </w:pPr>
      <w:r>
        <w:rPr>
          <w:b/>
          <w:bCs/>
          <w:noProof/>
          <w:lang w:val="en-SG" w:eastAsia="en-SG"/>
        </w:rPr>
        <w:pict>
          <v:shape id="_x0000_s1038" type="#_x0000_t202" style="position:absolute;left:0;text-align:left;margin-left:58.25pt;margin-top:90.9pt;width:165.6pt;height:50.4pt;z-index:251664384" o:allowincell="f" filled="f" stroked="f">
            <v:textbox>
              <w:txbxContent>
                <w:sdt>
                  <w:sdtPr>
                    <w:rPr>
                      <w:b/>
                    </w:rPr>
                    <w:id w:val="31591820"/>
                    <w:placeholder>
                      <w:docPart w:val="5C667D348AF74BE499BDCE472F3959BD"/>
                    </w:placeholder>
                    <w:comboBox>
                      <w:listItem w:value="Choose an item."/>
                    </w:comboBox>
                  </w:sdtPr>
                  <w:sdtContent>
                    <w:p w:rsidR="000B6C8A" w:rsidRPr="000B6C8A" w:rsidRDefault="000B6C8A" w:rsidP="000B6C8A">
                      <w:pPr>
                        <w:rPr>
                          <w:b/>
                        </w:rPr>
                      </w:pPr>
                      <w:r w:rsidRPr="000B6C8A">
                        <w:rPr>
                          <w:b/>
                        </w:rPr>
                        <w:t>Bukti 2</w:t>
                      </w:r>
                    </w:p>
                  </w:sdtContent>
                </w:sdt>
              </w:txbxContent>
            </v:textbox>
          </v:shape>
        </w:pict>
      </w:r>
      <w:r>
        <w:rPr>
          <w:b/>
          <w:bCs/>
          <w:noProof/>
          <w:lang w:val="en-SG" w:eastAsia="en-SG"/>
        </w:rPr>
        <w:pict>
          <v:shape id="_x0000_s1037" type="#_x0000_t202" style="position:absolute;left:0;text-align:left;margin-left:308.85pt;margin-top:80.75pt;width:165.6pt;height:50.4pt;z-index:251663360" o:allowincell="f" filled="f" stroked="f">
            <v:textbox style="mso-next-textbox:#_x0000_s1037">
              <w:txbxContent>
                <w:sdt>
                  <w:sdtPr>
                    <w:rPr>
                      <w:b/>
                    </w:rPr>
                    <w:id w:val="31591729"/>
                    <w:placeholder>
                      <w:docPart w:val="0609C13094F84954BAA04AF7DA480973"/>
                    </w:placeholder>
                    <w:comboBox>
                      <w:listItem w:value="Choose an item."/>
                    </w:comboBox>
                  </w:sdtPr>
                  <w:sdtContent>
                    <w:p w:rsidR="000B6C8A" w:rsidRPr="000B6C8A" w:rsidRDefault="000B6C8A" w:rsidP="000B6C8A">
                      <w:pPr>
                        <w:rPr>
                          <w:b/>
                        </w:rPr>
                      </w:pPr>
                      <w:r w:rsidRPr="000B6C8A">
                        <w:rPr>
                          <w:b/>
                        </w:rPr>
                        <w:t>Bukti 2</w:t>
                      </w:r>
                    </w:p>
                  </w:sdtContent>
                </w:sdt>
              </w:txbxContent>
            </v:textbox>
          </v:shape>
        </w:pict>
      </w:r>
      <w:r w:rsidR="00F52186">
        <w:rPr>
          <w:b/>
          <w:bCs/>
          <w:noProof/>
          <w:lang w:val="en-SG" w:eastAsia="en-SG"/>
        </w:rPr>
        <w:drawing>
          <wp:inline distT="0" distB="0" distL="0" distR="0">
            <wp:extent cx="5380355" cy="6145530"/>
            <wp:effectExtent l="19050" t="0" r="0" b="0"/>
            <wp:docPr id="1" name="Picture 1" descr="D_spid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_spider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80355" cy="61455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A0F37" w:rsidRDefault="000B6C8A">
      <w:pPr>
        <w:jc w:val="center"/>
        <w:rPr>
          <w:b/>
          <w:bCs/>
          <w:sz w:val="28"/>
          <w:szCs w:val="28"/>
        </w:rPr>
      </w:pPr>
      <w:r>
        <w:rPr>
          <w:b/>
          <w:bCs/>
          <w:noProof/>
          <w:lang w:val="en-SG" w:eastAsia="en-SG"/>
        </w:rPr>
        <w:pict>
          <v:shape id="_x0000_s1040" type="#_x0000_t202" style="position:absolute;left:0;text-align:left;margin-left:56.1pt;margin-top:.3pt;width:165.6pt;height:50.4pt;z-index:251666432" o:allowincell="f" filled="f" stroked="f">
            <v:textbox>
              <w:txbxContent>
                <w:sdt>
                  <w:sdtPr>
                    <w:rPr>
                      <w:b/>
                    </w:rPr>
                    <w:id w:val="31591866"/>
                    <w:placeholder>
                      <w:docPart w:val="6C21EC43EDC840A0908B2E7BE7670B62"/>
                    </w:placeholder>
                    <w:comboBox>
                      <w:listItem w:value="Choose an item."/>
                    </w:comboBox>
                  </w:sdtPr>
                  <w:sdtContent>
                    <w:p w:rsidR="000B6C8A" w:rsidRPr="000B6C8A" w:rsidRDefault="000B6C8A" w:rsidP="000B6C8A">
                      <w:pPr>
                        <w:rPr>
                          <w:b/>
                        </w:rPr>
                      </w:pPr>
                      <w:r w:rsidRPr="000B6C8A">
                        <w:rPr>
                          <w:b/>
                        </w:rPr>
                        <w:t>Bukti 2</w:t>
                      </w:r>
                    </w:p>
                  </w:sdtContent>
                </w:sdt>
              </w:txbxContent>
            </v:textbox>
          </v:shape>
        </w:pict>
      </w:r>
      <w:r>
        <w:rPr>
          <w:b/>
          <w:bCs/>
          <w:noProof/>
          <w:sz w:val="28"/>
          <w:szCs w:val="28"/>
          <w:lang w:val="en-SG" w:eastAsia="en-SG"/>
        </w:rPr>
        <w:pict>
          <v:shape id="_x0000_s1039" type="#_x0000_t202" style="position:absolute;left:0;text-align:left;margin-left:316.8pt;margin-top:.3pt;width:165.6pt;height:50.4pt;z-index:251665408" o:allowincell="f" filled="f" stroked="f">
            <v:textbox>
              <w:txbxContent>
                <w:sdt>
                  <w:sdtPr>
                    <w:rPr>
                      <w:b/>
                    </w:rPr>
                    <w:id w:val="31591843"/>
                    <w:placeholder>
                      <w:docPart w:val="A17D1318F4904BFCA2878A88C9698698"/>
                    </w:placeholder>
                    <w:comboBox>
                      <w:listItem w:value="Choose an item."/>
                    </w:comboBox>
                  </w:sdtPr>
                  <w:sdtContent>
                    <w:p w:rsidR="000B6C8A" w:rsidRPr="000B6C8A" w:rsidRDefault="000B6C8A" w:rsidP="000B6C8A">
                      <w:pPr>
                        <w:rPr>
                          <w:b/>
                        </w:rPr>
                      </w:pPr>
                      <w:r w:rsidRPr="000B6C8A">
                        <w:rPr>
                          <w:b/>
                        </w:rPr>
                        <w:t>Bukti 2</w:t>
                      </w:r>
                    </w:p>
                  </w:sdtContent>
                </w:sdt>
              </w:txbxContent>
            </v:textbox>
          </v:shape>
        </w:pict>
      </w:r>
    </w:p>
    <w:p w:rsidR="00FA0F37" w:rsidRDefault="00FA0F37">
      <w:pPr>
        <w:jc w:val="center"/>
        <w:rPr>
          <w:b/>
          <w:bCs/>
          <w:sz w:val="28"/>
          <w:szCs w:val="28"/>
        </w:rPr>
      </w:pPr>
    </w:p>
    <w:p w:rsidR="00FA0F37" w:rsidRDefault="00FA0F37">
      <w:pPr>
        <w:jc w:val="center"/>
        <w:rPr>
          <w:b/>
          <w:bCs/>
          <w:sz w:val="28"/>
          <w:szCs w:val="28"/>
        </w:rPr>
      </w:pPr>
    </w:p>
    <w:p w:rsidR="00FA0F37" w:rsidRDefault="00FA0F37">
      <w:pPr>
        <w:jc w:val="center"/>
        <w:rPr>
          <w:b/>
          <w:bCs/>
          <w:sz w:val="28"/>
          <w:szCs w:val="28"/>
        </w:rPr>
      </w:pPr>
    </w:p>
    <w:p w:rsidR="00FA0F37" w:rsidRDefault="00FA0F37">
      <w:pPr>
        <w:jc w:val="right"/>
      </w:pPr>
    </w:p>
    <w:sectPr w:rsidR="00FA0F37" w:rsidSect="00FA0F37">
      <w:headerReference w:type="default" r:id="rId8"/>
      <w:footerReference w:type="default" r:id="rId9"/>
      <w:pgSz w:w="12240" w:h="15840"/>
      <w:pgMar w:top="720" w:right="720" w:bottom="720" w:left="72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A7A5A" w:rsidRDefault="006A7A5A" w:rsidP="000B6C8A">
      <w:r>
        <w:separator/>
      </w:r>
    </w:p>
  </w:endnote>
  <w:endnote w:type="continuationSeparator" w:id="0">
    <w:p w:rsidR="006A7A5A" w:rsidRDefault="006A7A5A" w:rsidP="000B6C8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1591892"/>
      <w:docPartObj>
        <w:docPartGallery w:val="Page Numbers (Bottom of Page)"/>
        <w:docPartUnique/>
      </w:docPartObj>
    </w:sdtPr>
    <w:sdtContent>
      <w:p w:rsidR="000B6C8A" w:rsidRDefault="000B6C8A">
        <w:pPr>
          <w:pStyle w:val="Footer"/>
          <w:jc w:val="right"/>
        </w:pPr>
        <w:fldSimple w:instr=" PAGE   \* MERGEFORMAT ">
          <w:r w:rsidR="006A7A5A">
            <w:rPr>
              <w:noProof/>
            </w:rPr>
            <w:t>1</w:t>
          </w:r>
        </w:fldSimple>
      </w:p>
    </w:sdtContent>
  </w:sdt>
  <w:p w:rsidR="000B6C8A" w:rsidRDefault="000B6C8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A7A5A" w:rsidRDefault="006A7A5A" w:rsidP="000B6C8A">
      <w:r>
        <w:separator/>
      </w:r>
    </w:p>
  </w:footnote>
  <w:footnote w:type="continuationSeparator" w:id="0">
    <w:p w:rsidR="006A7A5A" w:rsidRDefault="006A7A5A" w:rsidP="000B6C8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6C8A" w:rsidRDefault="000B6C8A">
    <w:pPr>
      <w:pStyle w:val="Header"/>
    </w:pPr>
    <w:r>
      <w:t>A3D</w:t>
    </w:r>
    <w:r>
      <w:ptab w:relativeTo="margin" w:alignment="center" w:leader="none"/>
    </w:r>
    <w:r>
      <w:ptab w:relativeTo="margin" w:alignment="right" w:leader="none"/>
    </w:r>
    <w:r>
      <w:t>Lembaran Kerja 3 – Watak &amp; Perwatakan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attachedTemplate r:id="rId1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savePreviewPicture/>
  <w:footnotePr>
    <w:footnote w:id="-1"/>
    <w:footnote w:id="0"/>
  </w:footnotePr>
  <w:endnotePr>
    <w:endnote w:id="-1"/>
    <w:endnote w:id="0"/>
  </w:endnotePr>
  <w:compat/>
  <w:rsids>
    <w:rsidRoot w:val="000B6C8A"/>
    <w:rsid w:val="000B6C8A"/>
    <w:rsid w:val="001979AB"/>
    <w:rsid w:val="00597DC1"/>
    <w:rsid w:val="006A7A5A"/>
    <w:rsid w:val="00756435"/>
    <w:rsid w:val="00832305"/>
    <w:rsid w:val="00F52186"/>
    <w:rsid w:val="00FA0F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S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0F37"/>
    <w:pPr>
      <w:autoSpaceDE w:val="0"/>
      <w:autoSpaceDN w:val="0"/>
    </w:pPr>
  </w:style>
  <w:style w:type="paragraph" w:styleId="Heading1">
    <w:name w:val="heading 1"/>
    <w:basedOn w:val="Normal"/>
    <w:next w:val="Normal"/>
    <w:qFormat/>
    <w:rsid w:val="00FA0F37"/>
    <w:pPr>
      <w:keepNext/>
      <w:outlineLvl w:val="0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97DC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7DC1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597DC1"/>
    <w:rPr>
      <w:color w:val="808080"/>
    </w:rPr>
  </w:style>
  <w:style w:type="paragraph" w:styleId="Header">
    <w:name w:val="header"/>
    <w:basedOn w:val="Normal"/>
    <w:link w:val="HeaderChar"/>
    <w:uiPriority w:val="99"/>
    <w:semiHidden/>
    <w:unhideWhenUsed/>
    <w:rsid w:val="000B6C8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B6C8A"/>
  </w:style>
  <w:style w:type="paragraph" w:styleId="Footer">
    <w:name w:val="footer"/>
    <w:basedOn w:val="Normal"/>
    <w:link w:val="FooterChar"/>
    <w:uiPriority w:val="99"/>
    <w:unhideWhenUsed/>
    <w:rsid w:val="000B6C8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B6C8A"/>
  </w:style>
  <w:style w:type="table" w:styleId="TableGrid">
    <w:name w:val="Table Grid"/>
    <w:basedOn w:val="TableNormal"/>
    <w:uiPriority w:val="59"/>
    <w:rsid w:val="000B6C8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EdWorld_SpiderMap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FCE08CEFAB1942A69614E18BCA9561A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9BDAF87-1597-4F61-96AF-C091C33082E5}"/>
      </w:docPartPr>
      <w:docPartBody>
        <w:p w:rsidR="00000000" w:rsidRDefault="00DC781B">
          <w:pPr>
            <w:pStyle w:val="FCE08CEFAB1942A69614E18BCA9561A3"/>
          </w:pPr>
          <w:r w:rsidRPr="00BD7F6C">
            <w:rPr>
              <w:rStyle w:val="PlaceholderText"/>
            </w:rPr>
            <w:t>Choose an item.</w:t>
          </w:r>
        </w:p>
      </w:docPartBody>
    </w:docPart>
    <w:docPart>
      <w:docPartPr>
        <w:name w:val="0609C13094F84954BAA04AF7DA48097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A1EFC3B-BD07-4637-A9F2-028522DE8377}"/>
      </w:docPartPr>
      <w:docPartBody>
        <w:p w:rsidR="00000000" w:rsidRDefault="00F84E38" w:rsidP="00F84E38">
          <w:pPr>
            <w:pStyle w:val="0609C13094F84954BAA04AF7DA480973"/>
          </w:pPr>
          <w:r w:rsidRPr="00BD7F6C">
            <w:rPr>
              <w:rStyle w:val="PlaceholderText"/>
            </w:rPr>
            <w:t>Choose an item.</w:t>
          </w:r>
        </w:p>
      </w:docPartBody>
    </w:docPart>
    <w:docPart>
      <w:docPartPr>
        <w:name w:val="5C667D348AF74BE499BDCE472F3959B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14FCACD-76F5-46F5-8C38-1A7504FCB340}"/>
      </w:docPartPr>
      <w:docPartBody>
        <w:p w:rsidR="00000000" w:rsidRDefault="00F84E38" w:rsidP="00F84E38">
          <w:pPr>
            <w:pStyle w:val="5C667D348AF74BE499BDCE472F3959BD"/>
          </w:pPr>
          <w:r w:rsidRPr="00BD7F6C">
            <w:rPr>
              <w:rStyle w:val="PlaceholderText"/>
            </w:rPr>
            <w:t>Choose an item.</w:t>
          </w:r>
        </w:p>
      </w:docPartBody>
    </w:docPart>
    <w:docPart>
      <w:docPartPr>
        <w:name w:val="A17D1318F4904BFCA2878A88C969869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2DAE2BA-DCA1-4EAF-95AC-2A5206D51146}"/>
      </w:docPartPr>
      <w:docPartBody>
        <w:p w:rsidR="00000000" w:rsidRDefault="00F84E38" w:rsidP="00F84E38">
          <w:pPr>
            <w:pStyle w:val="A17D1318F4904BFCA2878A88C9698698"/>
          </w:pPr>
          <w:r w:rsidRPr="00BD7F6C">
            <w:rPr>
              <w:rStyle w:val="PlaceholderText"/>
            </w:rPr>
            <w:t>Choose an item.</w:t>
          </w:r>
        </w:p>
      </w:docPartBody>
    </w:docPart>
    <w:docPart>
      <w:docPartPr>
        <w:name w:val="6C21EC43EDC840A0908B2E7BE7670B6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DD1EE68-A456-4BF3-BADC-C87A22492134}"/>
      </w:docPartPr>
      <w:docPartBody>
        <w:p w:rsidR="00000000" w:rsidRDefault="00F84E38" w:rsidP="00F84E38">
          <w:pPr>
            <w:pStyle w:val="6C21EC43EDC840A0908B2E7BE7670B62"/>
          </w:pPr>
          <w:r w:rsidRPr="00BD7F6C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F84E38"/>
    <w:rsid w:val="00DC781B"/>
    <w:rsid w:val="00F84E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SG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SG" w:eastAsia="en-S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F84E38"/>
    <w:rPr>
      <w:color w:val="808080"/>
    </w:rPr>
  </w:style>
  <w:style w:type="paragraph" w:customStyle="1" w:styleId="FCE08CEFAB1942A69614E18BCA9561A3">
    <w:name w:val="FCE08CEFAB1942A69614E18BCA9561A3"/>
  </w:style>
  <w:style w:type="paragraph" w:customStyle="1" w:styleId="0609C13094F84954BAA04AF7DA480973">
    <w:name w:val="0609C13094F84954BAA04AF7DA480973"/>
    <w:rsid w:val="00F84E38"/>
  </w:style>
  <w:style w:type="paragraph" w:customStyle="1" w:styleId="5C667D348AF74BE499BDCE472F3959BD">
    <w:name w:val="5C667D348AF74BE499BDCE472F3959BD"/>
    <w:rsid w:val="00F84E38"/>
  </w:style>
  <w:style w:type="paragraph" w:customStyle="1" w:styleId="A17D1318F4904BFCA2878A88C9698698">
    <w:name w:val="A17D1318F4904BFCA2878A88C9698698"/>
    <w:rsid w:val="00F84E38"/>
  </w:style>
  <w:style w:type="paragraph" w:customStyle="1" w:styleId="6C21EC43EDC840A0908B2E7BE7670B62">
    <w:name w:val="6C21EC43EDC840A0908B2E7BE7670B62"/>
    <w:rsid w:val="00F84E38"/>
  </w:style>
  <w:style w:type="paragraph" w:customStyle="1" w:styleId="B175E1125C0F45BF8B57FB87AD3BA0FF">
    <w:name w:val="B175E1125C0F45BF8B57FB87AD3BA0FF"/>
    <w:rsid w:val="00F84E38"/>
  </w:style>
  <w:style w:type="paragraph" w:customStyle="1" w:styleId="2CA94BE323F84B658E6B5728830ED2B8">
    <w:name w:val="2CA94BE323F84B658E6B5728830ED2B8"/>
    <w:rsid w:val="00F84E38"/>
  </w:style>
  <w:style w:type="paragraph" w:customStyle="1" w:styleId="CC566AC8C5BC41069C91407F8370FEE3">
    <w:name w:val="CC566AC8C5BC41069C91407F8370FEE3"/>
    <w:rsid w:val="00F84E38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4C858A7A-4DC4-4759-8E68-90BDAAC847F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EdWorld_SpiderMap</Template>
  <TotalTime>8</TotalTime>
  <Pages>1</Pages>
  <Words>17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113</CharactersWithSpaces>
  <SharedDoc>false</SharedDoc>
  <HLinks>
    <vt:vector size="12" baseType="variant">
      <vt:variant>
        <vt:i4>3407941</vt:i4>
      </vt:variant>
      <vt:variant>
        <vt:i4>1040</vt:i4>
      </vt:variant>
      <vt:variant>
        <vt:i4>1025</vt:i4>
      </vt:variant>
      <vt:variant>
        <vt:i4>1</vt:i4>
      </vt:variant>
      <vt:variant>
        <vt:lpwstr>D_spider.jpg</vt:lpwstr>
      </vt:variant>
      <vt:variant>
        <vt:lpwstr/>
      </vt:variant>
      <vt:variant>
        <vt:i4>852053</vt:i4>
      </vt:variant>
      <vt:variant>
        <vt:i4>1046</vt:i4>
      </vt:variant>
      <vt:variant>
        <vt:i4>1026</vt:i4>
      </vt:variant>
      <vt:variant>
        <vt:i4>1</vt:i4>
      </vt:variant>
      <vt:variant>
        <vt:lpwstr>LOGO.jpg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2012-02-09T11:05:00Z</dcterms:created>
  <dcterms:modified xsi:type="dcterms:W3CDTF">2012-02-09T11:15:00Z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TC018878909991</vt:lpwstr>
  </property>
</Properties>
</file>